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C7AC5" w:rsidRPr="00001D40" w14:paraId="762AD218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EC7AC5" w:rsidRPr="00001D40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7462F791" w:rsidR="00EC7AC5" w:rsidRPr="0094004E" w:rsidRDefault="00EC7AC5" w:rsidP="00EC7A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4004E">
              <w:rPr>
                <w:rFonts w:ascii="Aptos" w:hAnsi="Aptos" w:cs="Arial"/>
                <w:sz w:val="20"/>
                <w:szCs w:val="20"/>
              </w:rPr>
              <w:t>Advanced Occupational Certificate: Human Resource Management Officer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EC7AC5" w:rsidRPr="00DD6F3D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EC7AC5" w:rsidRPr="00001D40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C7AC5" w:rsidRPr="00001D40" w14:paraId="29E0FD86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EC7AC5" w:rsidRPr="00001D40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58B39347" w:rsidR="00EC7AC5" w:rsidRPr="0094004E" w:rsidRDefault="00EC7AC5" w:rsidP="00EC7A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4004E">
              <w:rPr>
                <w:rFonts w:ascii="Aptos" w:hAnsi="Aptos" w:cs="Arial"/>
                <w:sz w:val="20"/>
                <w:szCs w:val="20"/>
              </w:rPr>
              <w:t>121151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EC7AC5" w:rsidRPr="00DD6F3D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EC7AC5" w:rsidRPr="00001D40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C7AC5" w:rsidRPr="00001D40" w14:paraId="5E9FB910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EC7AC5" w:rsidRPr="00001D40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577B6D19" w:rsidR="00EC7AC5" w:rsidRPr="0094004E" w:rsidRDefault="00EC7AC5" w:rsidP="00EC7A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4004E">
              <w:rPr>
                <w:rFonts w:ascii="Aptos" w:hAnsi="Aptos" w:cs="Arial"/>
                <w:sz w:val="20"/>
                <w:szCs w:val="20"/>
              </w:rPr>
              <w:t>134, L6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EC7AC5" w:rsidRPr="00DD6F3D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EC7AC5" w:rsidRPr="00001D40" w:rsidRDefault="00EC7AC5" w:rsidP="00EC7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942CE" w14:textId="77777777" w:rsidR="00390397" w:rsidRDefault="00390397" w:rsidP="00213C69">
      <w:pPr>
        <w:spacing w:after="0" w:line="240" w:lineRule="auto"/>
      </w:pPr>
      <w:r>
        <w:separator/>
      </w:r>
    </w:p>
  </w:endnote>
  <w:endnote w:type="continuationSeparator" w:id="0">
    <w:p w14:paraId="6E9AA3A9" w14:textId="77777777" w:rsidR="00390397" w:rsidRDefault="00390397" w:rsidP="00213C69">
      <w:pPr>
        <w:spacing w:after="0" w:line="240" w:lineRule="auto"/>
      </w:pPr>
      <w:r>
        <w:continuationSeparator/>
      </w:r>
    </w:p>
  </w:endnote>
  <w:endnote w:type="continuationNotice" w:id="1">
    <w:p w14:paraId="43882AEB" w14:textId="77777777" w:rsidR="00390397" w:rsidRDefault="003903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E68EF3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2C83C6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A012C" w14:textId="77777777" w:rsidR="00390397" w:rsidRDefault="00390397" w:rsidP="00213C69">
      <w:pPr>
        <w:spacing w:after="0" w:line="240" w:lineRule="auto"/>
      </w:pPr>
      <w:r>
        <w:separator/>
      </w:r>
    </w:p>
  </w:footnote>
  <w:footnote w:type="continuationSeparator" w:id="0">
    <w:p w14:paraId="024BAAE9" w14:textId="77777777" w:rsidR="00390397" w:rsidRDefault="00390397" w:rsidP="00213C69">
      <w:pPr>
        <w:spacing w:after="0" w:line="240" w:lineRule="auto"/>
      </w:pPr>
      <w:r>
        <w:continuationSeparator/>
      </w:r>
    </w:p>
  </w:footnote>
  <w:footnote w:type="continuationNotice" w:id="1">
    <w:p w14:paraId="0DF888B7" w14:textId="77777777" w:rsidR="00390397" w:rsidRDefault="003903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7E90D8BB" w:rsidR="00F17F63" w:rsidRDefault="00CF4036" w:rsidP="00CF4036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67CA3B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927EA8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38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B6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397"/>
    <w:rsid w:val="003906A6"/>
    <w:rsid w:val="003908F5"/>
    <w:rsid w:val="00390982"/>
    <w:rsid w:val="00390AEE"/>
    <w:rsid w:val="00390CD4"/>
    <w:rsid w:val="00391285"/>
    <w:rsid w:val="00391BE9"/>
    <w:rsid w:val="00391E19"/>
    <w:rsid w:val="0039217C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08B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541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04E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1B4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D73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036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4A10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AC5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1BC5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10</cp:revision>
  <cp:lastPrinted>2024-11-20T14:11:00Z</cp:lastPrinted>
  <dcterms:created xsi:type="dcterms:W3CDTF">2026-01-14T06:24:00Z</dcterms:created>
  <dcterms:modified xsi:type="dcterms:W3CDTF">2026-01-30T05:34:00Z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